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1AA5A" w14:textId="77777777" w:rsidR="00E57D32" w:rsidRDefault="0060402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00E8852C" w14:textId="33C54F78" w:rsidR="004A60D9" w:rsidRPr="004A60D9" w:rsidRDefault="004A60D9">
      <w:pPr>
        <w:spacing w:before="1200" w:after="2400"/>
        <w:jc w:val="center"/>
        <w:rPr>
          <w:rFonts w:asciiTheme="minorHAnsi" w:hAnsiTheme="minorHAnsi" w:cstheme="minorHAnsi"/>
          <w:b/>
          <w:color w:val="00B0F0"/>
          <w:sz w:val="36"/>
          <w:szCs w:val="36"/>
          <w:lang w:val="en-GB"/>
        </w:rPr>
      </w:pPr>
      <w:r w:rsidRPr="004A60D9">
        <w:rPr>
          <w:rFonts w:asciiTheme="minorHAnsi" w:hAnsiTheme="minorHAnsi" w:cstheme="minorHAnsi"/>
          <w:b/>
          <w:color w:val="00B0F0"/>
          <w:sz w:val="36"/>
          <w:szCs w:val="36"/>
        </w:rPr>
        <w:t xml:space="preserve">PROCUREMENT </w:t>
      </w:r>
      <w:r w:rsidR="006F1B6A">
        <w:rPr>
          <w:rFonts w:asciiTheme="minorHAnsi" w:hAnsiTheme="minorHAnsi" w:cstheme="minorHAnsi"/>
          <w:b/>
          <w:color w:val="00B0F0"/>
          <w:sz w:val="36"/>
          <w:szCs w:val="36"/>
        </w:rPr>
        <w:t xml:space="preserve">OF </w:t>
      </w:r>
      <w:r w:rsidR="00B35DF5">
        <w:rPr>
          <w:rFonts w:asciiTheme="minorHAnsi" w:hAnsiTheme="minorHAnsi" w:cstheme="minorHAnsi"/>
          <w:b/>
          <w:color w:val="00B0F0"/>
          <w:sz w:val="36"/>
          <w:szCs w:val="36"/>
        </w:rPr>
        <w:t xml:space="preserve">CONSTRUCTION MATERIALS FOR </w:t>
      </w:r>
      <w:r w:rsidR="0055015E">
        <w:rPr>
          <w:rFonts w:asciiTheme="minorHAnsi" w:hAnsiTheme="minorHAnsi" w:cstheme="minorHAnsi"/>
          <w:b/>
          <w:color w:val="00B0F0"/>
          <w:sz w:val="36"/>
          <w:szCs w:val="36"/>
        </w:rPr>
        <w:t>8 DISASTER PROJECTS</w:t>
      </w:r>
    </w:p>
    <w:p w14:paraId="04D13336" w14:textId="2BBC3DDE" w:rsidR="00E57D32" w:rsidRDefault="0060402B">
      <w:pPr>
        <w:tabs>
          <w:tab w:val="left" w:pos="2835"/>
        </w:tabs>
        <w:spacing w:before="240" w:after="240"/>
        <w:ind w:left="2835" w:hanging="2835"/>
        <w:rPr>
          <w:lang w:eastAsia="ko-KR"/>
        </w:rPr>
      </w:pPr>
      <w:r>
        <w:rPr>
          <w:b/>
          <w:lang w:val="en-GB"/>
        </w:rPr>
        <w:tab/>
        <w:t>Procurement No:</w:t>
      </w:r>
      <w:r>
        <w:rPr>
          <w:lang w:val="en-GB"/>
        </w:rPr>
        <w:tab/>
      </w:r>
      <w:r>
        <w:rPr>
          <w:rFonts w:asciiTheme="minorHAnsi"/>
          <w:b/>
          <w:bCs/>
        </w:rPr>
        <w:t>09-G0</w:t>
      </w:r>
      <w:r w:rsidR="00B35DF5">
        <w:rPr>
          <w:rFonts w:asciiTheme="minorHAnsi"/>
          <w:b/>
          <w:bCs/>
        </w:rPr>
        <w:t>1</w:t>
      </w:r>
      <w:r w:rsidR="00757E41">
        <w:rPr>
          <w:rFonts w:asciiTheme="minorHAnsi"/>
          <w:b/>
          <w:bCs/>
        </w:rPr>
        <w:t>4</w:t>
      </w:r>
      <w:r>
        <w:rPr>
          <w:rFonts w:asciiTheme="minorHAnsi"/>
          <w:b/>
          <w:bCs/>
        </w:rPr>
        <w:t>-2</w:t>
      </w:r>
      <w:r w:rsidR="00757E41">
        <w:rPr>
          <w:rFonts w:asciiTheme="minorHAnsi"/>
          <w:b/>
          <w:bCs/>
        </w:rPr>
        <w:t>4</w:t>
      </w:r>
    </w:p>
    <w:p w14:paraId="68A6637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52431663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72BEB05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880451D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0BE829E7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649C3784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580AB06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D1F078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A70E69E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784BF8B0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590681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84DBC9E" w14:textId="77777777" w:rsidR="00E57D32" w:rsidRDefault="0060402B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  <w:r>
        <w:rPr>
          <w:rFonts w:cs="Calibri"/>
          <w:sz w:val="24"/>
        </w:rPr>
        <w:t>Time Schedule for the RFQ/procurement process</w:t>
      </w:r>
    </w:p>
    <w:p w14:paraId="4949CF44" w14:textId="77777777" w:rsidR="00E57D32" w:rsidRDefault="0060402B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 will follow the timeline below for this RFQ. Any changes to this timeline will be posted on the MFED/CPU Portal (</w:t>
      </w:r>
      <w:hyperlink r:id="rId12" w:history="1">
        <w:r>
          <w:rPr>
            <w:rStyle w:val="Hyperlink"/>
            <w:rFonts w:ascii="Calibri" w:hAnsi="Calibri" w:cs="Calibri"/>
          </w:rPr>
          <w:t>http://procurement.gov.ki</w:t>
        </w:r>
      </w:hyperlink>
      <w:r>
        <w:rPr>
          <w:rFonts w:ascii="Calibri" w:hAnsi="Calibri" w:cs="Calibri"/>
        </w:rPr>
        <w:t xml:space="preserve">)  </w:t>
      </w:r>
      <w:r>
        <w:rPr>
          <w:rFonts w:ascii="Calibri" w:hAnsi="Calibri" w:cs="Calibri"/>
          <w:u w:val="single"/>
        </w:rPr>
        <w:t>or</w:t>
      </w:r>
      <w:r>
        <w:rPr>
          <w:rFonts w:ascii="Calibri" w:hAnsi="Calibri" w:cs="Calibri"/>
        </w:rPr>
        <w:t xml:space="preserve"> sent to directly Tenderers who have been specifically invited to submit a Tender. Please note that the dates set forth in </w:t>
      </w:r>
      <w:r>
        <w:rPr>
          <w:rFonts w:ascii="Calibri" w:hAnsi="Calibri" w:cs="Calibri"/>
          <w:highlight w:val="yellow"/>
        </w:rPr>
        <w:t>6-11</w:t>
      </w:r>
      <w:r>
        <w:rPr>
          <w:rFonts w:ascii="Calibri" w:hAnsi="Calibri" w:cs="Calibri"/>
        </w:rPr>
        <w:t xml:space="preserve"> are target dates and may be adjusted.</w:t>
      </w:r>
    </w:p>
    <w:p w14:paraId="2FA143B0" w14:textId="77777777" w:rsidR="00E57D32" w:rsidRDefault="00E57D32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3"/>
        <w:gridCol w:w="2301"/>
        <w:gridCol w:w="2665"/>
      </w:tblGrid>
      <w:tr w:rsidR="00E57D32" w14:paraId="011F7671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58AE8490" w14:textId="77777777" w:rsidR="00E57D32" w:rsidRDefault="0060402B">
            <w:pPr>
              <w:spacing w:line="240" w:lineRule="auto"/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301" w:type="dxa"/>
            <w:shd w:val="clear" w:color="auto" w:fill="auto"/>
          </w:tcPr>
          <w:p w14:paraId="3A20690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665" w:type="dxa"/>
            <w:shd w:val="clear" w:color="auto" w:fill="auto"/>
          </w:tcPr>
          <w:p w14:paraId="086AB7F2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Date and time, KST*</w:t>
            </w:r>
          </w:p>
        </w:tc>
      </w:tr>
      <w:tr w:rsidR="00E57D32" w14:paraId="782D9872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2F0F7105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301" w:type="dxa"/>
            <w:shd w:val="clear" w:color="auto" w:fill="auto"/>
          </w:tcPr>
          <w:p w14:paraId="7E6F877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highlight w:val="yellow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7AD8E02" w14:textId="3F389F0D" w:rsidR="00E57D32" w:rsidRDefault="0055015E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757E41">
              <w:rPr>
                <w:rFonts w:ascii="Calibri" w:hAnsi="Calibri"/>
                <w:szCs w:val="20"/>
              </w:rPr>
              <w:t>5</w:t>
            </w:r>
            <w:r w:rsidR="00A2336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09</w:t>
            </w:r>
            <w:r w:rsidR="00A23363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E57D32" w14:paraId="5BB55944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61320A69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301" w:type="dxa"/>
            <w:shd w:val="clear" w:color="auto" w:fill="auto"/>
          </w:tcPr>
          <w:p w14:paraId="57C657D4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6F243941" w14:textId="508A6305" w:rsidR="00E57D32" w:rsidRDefault="0055015E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757E41">
              <w:rPr>
                <w:rFonts w:ascii="Calibri" w:hAnsi="Calibri"/>
                <w:szCs w:val="20"/>
              </w:rPr>
              <w:t>8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B35DF5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9</w:t>
            </w:r>
            <w:r w:rsidR="00820B43">
              <w:rPr>
                <w:rFonts w:ascii="Calibri" w:hAnsi="Calibri"/>
                <w:szCs w:val="20"/>
              </w:rPr>
              <w:t>/2</w:t>
            </w:r>
            <w:r w:rsidR="00B35DF5">
              <w:rPr>
                <w:rFonts w:ascii="Calibri" w:hAnsi="Calibri"/>
                <w:szCs w:val="20"/>
              </w:rPr>
              <w:t>0</w:t>
            </w:r>
            <w:r w:rsidR="00820B43">
              <w:rPr>
                <w:rFonts w:ascii="Calibri" w:hAnsi="Calibri"/>
                <w:szCs w:val="20"/>
              </w:rPr>
              <w:t>2</w:t>
            </w:r>
            <w:r w:rsidR="00B35DF5">
              <w:rPr>
                <w:rFonts w:ascii="Calibri" w:hAnsi="Calibri"/>
                <w:szCs w:val="20"/>
              </w:rPr>
              <w:t>4</w:t>
            </w:r>
            <w:r w:rsidR="00820B43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0DA2E1E8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572E59D9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301" w:type="dxa"/>
            <w:shd w:val="clear" w:color="auto" w:fill="auto"/>
          </w:tcPr>
          <w:p w14:paraId="2839B300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894C052" w14:textId="320F728F" w:rsidR="00E57D32" w:rsidRDefault="0055015E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757E41">
              <w:rPr>
                <w:rFonts w:ascii="Calibri" w:hAnsi="Calibri"/>
                <w:szCs w:val="20"/>
              </w:rPr>
              <w:t>8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B35DF5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9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B35DF5">
              <w:rPr>
                <w:rFonts w:ascii="Calibri" w:hAnsi="Calibri"/>
                <w:szCs w:val="20"/>
              </w:rPr>
              <w:t>4</w:t>
            </w:r>
          </w:p>
        </w:tc>
      </w:tr>
      <w:tr w:rsidR="00E57D32" w14:paraId="101292A8" w14:textId="77777777">
        <w:trPr>
          <w:trHeight w:val="20"/>
        </w:trPr>
        <w:tc>
          <w:tcPr>
            <w:tcW w:w="5083" w:type="dxa"/>
            <w:tcBorders>
              <w:bottom w:val="single" w:sz="12" w:space="0" w:color="auto"/>
            </w:tcBorders>
            <w:shd w:val="clear" w:color="auto" w:fill="auto"/>
          </w:tcPr>
          <w:p w14:paraId="3CC14C23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301" w:type="dxa"/>
            <w:tcBorders>
              <w:bottom w:val="single" w:sz="12" w:space="0" w:color="auto"/>
            </w:tcBorders>
            <w:shd w:val="clear" w:color="auto" w:fill="auto"/>
          </w:tcPr>
          <w:p w14:paraId="5E929FC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A094115" w14:textId="1D44BA62" w:rsidR="00E57D32" w:rsidRDefault="00757E41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0F720D">
              <w:rPr>
                <w:rFonts w:ascii="Calibri" w:hAnsi="Calibri"/>
                <w:szCs w:val="20"/>
              </w:rPr>
              <w:t>/</w:t>
            </w:r>
            <w:r w:rsidR="00B35DF5">
              <w:rPr>
                <w:rFonts w:ascii="Calibri" w:hAnsi="Calibri"/>
                <w:szCs w:val="20"/>
              </w:rPr>
              <w:t>0</w:t>
            </w:r>
            <w:r w:rsidR="0055015E">
              <w:rPr>
                <w:rFonts w:ascii="Calibri" w:hAnsi="Calibri"/>
                <w:szCs w:val="20"/>
              </w:rPr>
              <w:t>9</w:t>
            </w:r>
            <w:r w:rsidR="000F720D">
              <w:rPr>
                <w:rFonts w:ascii="Calibri" w:hAnsi="Calibri"/>
                <w:szCs w:val="20"/>
              </w:rPr>
              <w:t>/202</w:t>
            </w:r>
            <w:r w:rsidR="00B35DF5">
              <w:rPr>
                <w:rFonts w:ascii="Calibri" w:hAnsi="Calibri"/>
                <w:szCs w:val="20"/>
              </w:rPr>
              <w:t>4</w:t>
            </w:r>
            <w:r w:rsidR="000F720D">
              <w:rPr>
                <w:rFonts w:ascii="Calibri" w:hAnsi="Calibri"/>
                <w:szCs w:val="20"/>
              </w:rPr>
              <w:t xml:space="preserve"> </w:t>
            </w:r>
            <w:r w:rsidR="00A71718">
              <w:rPr>
                <w:rFonts w:ascii="Calibri" w:hAnsi="Calibri"/>
                <w:szCs w:val="20"/>
              </w:rPr>
              <w:t xml:space="preserve">at </w:t>
            </w:r>
            <w:r w:rsidR="00521492">
              <w:rPr>
                <w:rFonts w:ascii="Calibri" w:hAnsi="Calibri"/>
                <w:szCs w:val="20"/>
              </w:rPr>
              <w:t>5.15pm</w:t>
            </w:r>
          </w:p>
        </w:tc>
      </w:tr>
      <w:tr w:rsidR="00E57D32" w14:paraId="33F2D461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2EBAB35B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301" w:type="dxa"/>
            <w:shd w:val="clear" w:color="auto" w:fill="auto"/>
          </w:tcPr>
          <w:p w14:paraId="4B7F7BBB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74BA8E52" w14:textId="7872AB97" w:rsidR="00E57D32" w:rsidRDefault="00757E41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39682E">
              <w:rPr>
                <w:rFonts w:ascii="Calibri" w:hAnsi="Calibri"/>
                <w:szCs w:val="20"/>
              </w:rPr>
              <w:t>4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B35DF5">
              <w:rPr>
                <w:rFonts w:ascii="Calibri" w:hAnsi="Calibri"/>
                <w:szCs w:val="20"/>
              </w:rPr>
              <w:t>0</w:t>
            </w:r>
            <w:r w:rsidR="0055015E">
              <w:rPr>
                <w:rFonts w:ascii="Calibri" w:hAnsi="Calibri"/>
                <w:szCs w:val="20"/>
              </w:rPr>
              <w:t>9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602CCF">
              <w:rPr>
                <w:rFonts w:ascii="Calibri" w:hAnsi="Calibri"/>
                <w:szCs w:val="20"/>
              </w:rPr>
              <w:t>202</w:t>
            </w:r>
            <w:r w:rsidR="00B35DF5">
              <w:rPr>
                <w:rFonts w:ascii="Calibri" w:hAnsi="Calibri"/>
                <w:szCs w:val="20"/>
              </w:rPr>
              <w:t>4</w:t>
            </w:r>
            <w:r w:rsidR="00602CCF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0D19F8E0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05CA58FF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301" w:type="dxa"/>
            <w:shd w:val="clear" w:color="auto" w:fill="auto"/>
          </w:tcPr>
          <w:p w14:paraId="3EC4D440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200F7C22" w14:textId="113C050B" w:rsidR="00E57D32" w:rsidRDefault="0055015E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39682E">
              <w:rPr>
                <w:rFonts w:ascii="Calibri" w:hAnsi="Calibri"/>
                <w:szCs w:val="20"/>
              </w:rPr>
              <w:t>5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BE7A51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9</w:t>
            </w:r>
            <w:r w:rsidR="00BE7A51">
              <w:rPr>
                <w:rFonts w:ascii="Calibri" w:hAnsi="Calibri"/>
                <w:szCs w:val="20"/>
              </w:rPr>
              <w:t>/</w:t>
            </w:r>
            <w:r w:rsidR="00820B43">
              <w:rPr>
                <w:rFonts w:ascii="Calibri" w:hAnsi="Calibri"/>
                <w:szCs w:val="20"/>
              </w:rPr>
              <w:t>202</w:t>
            </w:r>
            <w:r w:rsidR="00B35DF5">
              <w:rPr>
                <w:rFonts w:ascii="Calibri" w:hAnsi="Calibri"/>
                <w:szCs w:val="20"/>
              </w:rPr>
              <w:t>4</w:t>
            </w:r>
            <w:r w:rsidR="00820B43">
              <w:rPr>
                <w:rFonts w:ascii="Calibri" w:hAnsi="Calibri"/>
                <w:szCs w:val="20"/>
              </w:rPr>
              <w:t xml:space="preserve"> </w:t>
            </w:r>
            <w:r w:rsidR="00657760">
              <w:rPr>
                <w:rFonts w:ascii="Calibri" w:hAnsi="Calibri"/>
                <w:szCs w:val="20"/>
              </w:rPr>
              <w:t>(Online discussion)</w:t>
            </w:r>
            <w:r w:rsidR="008867A2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67D6D080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386D58A8" w14:textId="6BE146DD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finalization</w:t>
            </w:r>
            <w:r w:rsidR="00657760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2301" w:type="dxa"/>
            <w:shd w:val="clear" w:color="auto" w:fill="auto"/>
          </w:tcPr>
          <w:p w14:paraId="55EEF01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A7E3C29" w14:textId="23C690D9" w:rsidR="00E57D32" w:rsidRDefault="00B35DF5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39682E">
              <w:rPr>
                <w:rFonts w:ascii="Calibri" w:hAnsi="Calibri"/>
                <w:szCs w:val="20"/>
              </w:rPr>
              <w:t>6</w:t>
            </w:r>
            <w:r w:rsidR="000F720D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</w:t>
            </w:r>
            <w:r w:rsidR="0055015E">
              <w:rPr>
                <w:rFonts w:ascii="Calibri" w:hAnsi="Calibri"/>
                <w:szCs w:val="20"/>
              </w:rPr>
              <w:t>9</w:t>
            </w:r>
            <w:r w:rsidR="000F720D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E57D32" w14:paraId="26223D99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3709B603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301" w:type="dxa"/>
            <w:shd w:val="clear" w:color="auto" w:fill="auto"/>
          </w:tcPr>
          <w:p w14:paraId="0A986011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2AA30E3" w14:textId="50212F77" w:rsidR="00E57D32" w:rsidRDefault="0055015E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39682E">
              <w:rPr>
                <w:rFonts w:ascii="Calibri" w:hAnsi="Calibri"/>
                <w:szCs w:val="20"/>
              </w:rPr>
              <w:t>7</w:t>
            </w:r>
            <w:bookmarkStart w:id="0" w:name="_GoBack"/>
            <w:bookmarkEnd w:id="0"/>
            <w:r w:rsidR="00675873">
              <w:rPr>
                <w:rFonts w:ascii="Calibri" w:hAnsi="Calibri"/>
                <w:szCs w:val="20"/>
              </w:rPr>
              <w:t>/</w:t>
            </w:r>
            <w:r w:rsidR="00B35DF5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9</w:t>
            </w:r>
            <w:r w:rsidR="00675873">
              <w:rPr>
                <w:rFonts w:ascii="Calibri" w:hAnsi="Calibri"/>
                <w:szCs w:val="20"/>
              </w:rPr>
              <w:t>/202</w:t>
            </w:r>
            <w:r w:rsidR="00B35DF5">
              <w:rPr>
                <w:rFonts w:ascii="Calibri" w:hAnsi="Calibri"/>
                <w:szCs w:val="20"/>
              </w:rPr>
              <w:t>4</w:t>
            </w:r>
            <w:r w:rsidR="00675873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0A7C032C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0AA1D4DA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301" w:type="dxa"/>
            <w:shd w:val="clear" w:color="auto" w:fill="auto"/>
          </w:tcPr>
          <w:p w14:paraId="7D6F607F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34D5D5E8" w14:textId="46178420" w:rsidR="00E57D32" w:rsidRDefault="0055015E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Upon the arrival of all materials at project sites</w:t>
            </w:r>
          </w:p>
        </w:tc>
      </w:tr>
    </w:tbl>
    <w:p w14:paraId="529252F3" w14:textId="2CBCC066" w:rsidR="00E57D32" w:rsidRDefault="0060402B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</w:t>
      </w:r>
      <w:r w:rsidR="00A16EB3">
        <w:rPr>
          <w:rFonts w:asciiTheme="minorHAnsi" w:hAnsiTheme="minorHAnsi"/>
          <w:color w:val="FF0000"/>
          <w:sz w:val="22"/>
          <w:szCs w:val="22"/>
        </w:rPr>
        <w:t>.</w:t>
      </w:r>
    </w:p>
    <w:p w14:paraId="5285154F" w14:textId="77777777" w:rsidR="00E57D32" w:rsidRDefault="0060402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** </w:t>
      </w:r>
      <w:r>
        <w:rPr>
          <w:rFonts w:asciiTheme="minorHAnsi" w:hAnsiTheme="minorHAnsi"/>
          <w:sz w:val="22"/>
          <w:szCs w:val="22"/>
          <w:highlight w:val="yellow"/>
        </w:rPr>
        <w:t>[The Procuring Entity]</w:t>
      </w:r>
      <w:r>
        <w:rPr>
          <w:rFonts w:asciiTheme="minorHAnsi" w:hAnsiTheme="minorHAnsi"/>
          <w:sz w:val="22"/>
          <w:szCs w:val="22"/>
        </w:rPr>
        <w:t xml:space="preserve"> may decide to give a presentation of the </w:t>
      </w:r>
      <w:r>
        <w:rPr>
          <w:rFonts w:asciiTheme="minorHAnsi" w:hAnsiTheme="minorHAnsi"/>
          <w:sz w:val="22"/>
          <w:szCs w:val="22"/>
          <w:highlight w:val="yellow"/>
        </w:rPr>
        <w:t>Specification</w:t>
      </w:r>
    </w:p>
    <w:p w14:paraId="568F5A27" w14:textId="77777777" w:rsidR="00E57D32" w:rsidRDefault="0060402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*** Presentation opportunity may be given, and if so, to qualified Tenderers only</w:t>
      </w:r>
    </w:p>
    <w:sectPr w:rsidR="00E57D32">
      <w:headerReference w:type="default" r:id="rId13"/>
      <w:footerReference w:type="default" r:id="rId14"/>
      <w:headerReference w:type="first" r:id="rId15"/>
      <w:type w:val="oddPage"/>
      <w:pgSz w:w="11907" w:h="1683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465CF" w14:textId="77777777" w:rsidR="00585AE0" w:rsidRDefault="00585AE0">
      <w:pPr>
        <w:spacing w:after="0" w:line="240" w:lineRule="auto"/>
      </w:pPr>
      <w:r>
        <w:separator/>
      </w:r>
    </w:p>
  </w:endnote>
  <w:endnote w:type="continuationSeparator" w:id="0">
    <w:p w14:paraId="7D8F1FC0" w14:textId="77777777" w:rsidR="00585AE0" w:rsidRDefault="0058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281C9" w14:textId="77777777" w:rsidR="00E57D32" w:rsidRDefault="0060402B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1659B56B" w14:textId="6AA7263B" w:rsidR="00E57D32" w:rsidRDefault="0060402B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57E41">
      <w:rPr>
        <w:noProof/>
      </w:rPr>
      <w:t>2024-09-04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C0F1A" w14:textId="77777777" w:rsidR="00585AE0" w:rsidRDefault="00585AE0">
      <w:pPr>
        <w:spacing w:after="0" w:line="240" w:lineRule="auto"/>
      </w:pPr>
      <w:r>
        <w:separator/>
      </w:r>
    </w:p>
  </w:footnote>
  <w:footnote w:type="continuationSeparator" w:id="0">
    <w:p w14:paraId="19212519" w14:textId="77777777" w:rsidR="00585AE0" w:rsidRDefault="0058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DEFBC" w14:textId="77777777" w:rsidR="00E57D32" w:rsidRDefault="0060402B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15946798" wp14:editId="7956F487">
          <wp:extent cx="590550" cy="645795"/>
          <wp:effectExtent l="0" t="0" r="0" b="1905"/>
          <wp:docPr id="3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BC7F4" w14:textId="77777777" w:rsidR="00E57D32" w:rsidRDefault="0060402B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Buyer Country Program Development             RFQ-2011-003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7542A119" w14:textId="77777777" w:rsidR="00E57D32" w:rsidRDefault="00E57D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58C84274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585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6E93"/>
    <w:rsid w:val="0006191C"/>
    <w:rsid w:val="00063557"/>
    <w:rsid w:val="00064FE2"/>
    <w:rsid w:val="00066AF8"/>
    <w:rsid w:val="00072DBF"/>
    <w:rsid w:val="00072E8D"/>
    <w:rsid w:val="00073806"/>
    <w:rsid w:val="00075273"/>
    <w:rsid w:val="0007548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7C7"/>
    <w:rsid w:val="000A181E"/>
    <w:rsid w:val="000A3A65"/>
    <w:rsid w:val="000A4C62"/>
    <w:rsid w:val="000A5296"/>
    <w:rsid w:val="000A7C73"/>
    <w:rsid w:val="000B0107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0D5A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20D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47F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4DBC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7E0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5891"/>
    <w:rsid w:val="002364DF"/>
    <w:rsid w:val="00237607"/>
    <w:rsid w:val="00237E69"/>
    <w:rsid w:val="002421CD"/>
    <w:rsid w:val="002429E4"/>
    <w:rsid w:val="00243C0E"/>
    <w:rsid w:val="00243F32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31D4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982"/>
    <w:rsid w:val="002B7E00"/>
    <w:rsid w:val="002C0E6E"/>
    <w:rsid w:val="002C2931"/>
    <w:rsid w:val="002C4829"/>
    <w:rsid w:val="002C59E3"/>
    <w:rsid w:val="002C5BE8"/>
    <w:rsid w:val="002C6093"/>
    <w:rsid w:val="002C6284"/>
    <w:rsid w:val="002C64FD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81C"/>
    <w:rsid w:val="002E5D6F"/>
    <w:rsid w:val="002E7242"/>
    <w:rsid w:val="002F1B17"/>
    <w:rsid w:val="002F2853"/>
    <w:rsid w:val="002F292D"/>
    <w:rsid w:val="002F5164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1C38"/>
    <w:rsid w:val="003127E1"/>
    <w:rsid w:val="003129E9"/>
    <w:rsid w:val="00312B5B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36A8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9DC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BAF"/>
    <w:rsid w:val="00386C6E"/>
    <w:rsid w:val="00387A05"/>
    <w:rsid w:val="003919BB"/>
    <w:rsid w:val="00391E47"/>
    <w:rsid w:val="00394D7F"/>
    <w:rsid w:val="0039584C"/>
    <w:rsid w:val="0039682E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3DA5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4666"/>
    <w:rsid w:val="003C7843"/>
    <w:rsid w:val="003C7A2F"/>
    <w:rsid w:val="003D06B1"/>
    <w:rsid w:val="003D16E8"/>
    <w:rsid w:val="003D1A7F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089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2767"/>
    <w:rsid w:val="004130D1"/>
    <w:rsid w:val="00414D58"/>
    <w:rsid w:val="00414FA6"/>
    <w:rsid w:val="0041563F"/>
    <w:rsid w:val="00415BBC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3F8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0D9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4F95"/>
    <w:rsid w:val="004B7E01"/>
    <w:rsid w:val="004B7E12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492"/>
    <w:rsid w:val="00521BF1"/>
    <w:rsid w:val="00521D07"/>
    <w:rsid w:val="00522812"/>
    <w:rsid w:val="0052482D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015E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5AE0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5E0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2CCF"/>
    <w:rsid w:val="00603A2E"/>
    <w:rsid w:val="0060402B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6E72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1C7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B36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7760"/>
    <w:rsid w:val="00660B8C"/>
    <w:rsid w:val="006620A9"/>
    <w:rsid w:val="0066244D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5873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AB7"/>
    <w:rsid w:val="006B2B3F"/>
    <w:rsid w:val="006B3A28"/>
    <w:rsid w:val="006B3B4C"/>
    <w:rsid w:val="006B6908"/>
    <w:rsid w:val="006B6909"/>
    <w:rsid w:val="006B73A9"/>
    <w:rsid w:val="006C0117"/>
    <w:rsid w:val="006C0B64"/>
    <w:rsid w:val="006C0E01"/>
    <w:rsid w:val="006C1614"/>
    <w:rsid w:val="006C1693"/>
    <w:rsid w:val="006C1709"/>
    <w:rsid w:val="006C2312"/>
    <w:rsid w:val="006C27EA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B6A"/>
    <w:rsid w:val="006F1EB1"/>
    <w:rsid w:val="006F2364"/>
    <w:rsid w:val="006F47B4"/>
    <w:rsid w:val="006F5591"/>
    <w:rsid w:val="006F6D10"/>
    <w:rsid w:val="006F7839"/>
    <w:rsid w:val="007000D2"/>
    <w:rsid w:val="00700207"/>
    <w:rsid w:val="00701B06"/>
    <w:rsid w:val="00702ED0"/>
    <w:rsid w:val="00706FF1"/>
    <w:rsid w:val="00707CD4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02F3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07F0"/>
    <w:rsid w:val="00742F59"/>
    <w:rsid w:val="00744871"/>
    <w:rsid w:val="00744DA8"/>
    <w:rsid w:val="00745010"/>
    <w:rsid w:val="00745BD7"/>
    <w:rsid w:val="00747017"/>
    <w:rsid w:val="00747E01"/>
    <w:rsid w:val="00747F3E"/>
    <w:rsid w:val="007511BB"/>
    <w:rsid w:val="007520B3"/>
    <w:rsid w:val="0075500B"/>
    <w:rsid w:val="00755D1D"/>
    <w:rsid w:val="00756D09"/>
    <w:rsid w:val="00756D34"/>
    <w:rsid w:val="00757D9C"/>
    <w:rsid w:val="00757E41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3B7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137D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418"/>
    <w:rsid w:val="007F79BE"/>
    <w:rsid w:val="00800ED9"/>
    <w:rsid w:val="00802103"/>
    <w:rsid w:val="00804C0B"/>
    <w:rsid w:val="0080516D"/>
    <w:rsid w:val="0080726D"/>
    <w:rsid w:val="00807DD1"/>
    <w:rsid w:val="00810B2B"/>
    <w:rsid w:val="008111A9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0B43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57C67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210"/>
    <w:rsid w:val="00882101"/>
    <w:rsid w:val="008822E0"/>
    <w:rsid w:val="0088345F"/>
    <w:rsid w:val="008857C5"/>
    <w:rsid w:val="00885FB3"/>
    <w:rsid w:val="008867A2"/>
    <w:rsid w:val="0088706A"/>
    <w:rsid w:val="0089016F"/>
    <w:rsid w:val="00891394"/>
    <w:rsid w:val="00892BE6"/>
    <w:rsid w:val="00892D28"/>
    <w:rsid w:val="008955C6"/>
    <w:rsid w:val="008962C7"/>
    <w:rsid w:val="00896D12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47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1A1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42E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47D79"/>
    <w:rsid w:val="0095169B"/>
    <w:rsid w:val="00951796"/>
    <w:rsid w:val="00952011"/>
    <w:rsid w:val="0095241B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5C34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6DB5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14BD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1E1D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6BA1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ECC"/>
    <w:rsid w:val="00A06FD2"/>
    <w:rsid w:val="00A07991"/>
    <w:rsid w:val="00A07A78"/>
    <w:rsid w:val="00A10189"/>
    <w:rsid w:val="00A10742"/>
    <w:rsid w:val="00A1365A"/>
    <w:rsid w:val="00A14AB6"/>
    <w:rsid w:val="00A15CE0"/>
    <w:rsid w:val="00A15CFF"/>
    <w:rsid w:val="00A15DDD"/>
    <w:rsid w:val="00A15E6D"/>
    <w:rsid w:val="00A15FEC"/>
    <w:rsid w:val="00A16EB3"/>
    <w:rsid w:val="00A174AD"/>
    <w:rsid w:val="00A2031F"/>
    <w:rsid w:val="00A20EF6"/>
    <w:rsid w:val="00A21466"/>
    <w:rsid w:val="00A21863"/>
    <w:rsid w:val="00A22F92"/>
    <w:rsid w:val="00A23363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15D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1718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A64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91E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597"/>
    <w:rsid w:val="00B35DF5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97F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0322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3CCC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A51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6FBC"/>
    <w:rsid w:val="00C11616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1D25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357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27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13E5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88A"/>
    <w:rsid w:val="00D53C0C"/>
    <w:rsid w:val="00D55932"/>
    <w:rsid w:val="00D562E2"/>
    <w:rsid w:val="00D5679C"/>
    <w:rsid w:val="00D56F72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D6F3D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2C8F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7A8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57D32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87CD7"/>
    <w:rsid w:val="00E90976"/>
    <w:rsid w:val="00E91499"/>
    <w:rsid w:val="00E959F6"/>
    <w:rsid w:val="00E97112"/>
    <w:rsid w:val="00E97185"/>
    <w:rsid w:val="00EA082E"/>
    <w:rsid w:val="00EA0A42"/>
    <w:rsid w:val="00EA0D0C"/>
    <w:rsid w:val="00EA0E33"/>
    <w:rsid w:val="00EA0FA2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2BE"/>
    <w:rsid w:val="00EB7E5E"/>
    <w:rsid w:val="00EC022C"/>
    <w:rsid w:val="00EC088B"/>
    <w:rsid w:val="00EC0EE3"/>
    <w:rsid w:val="00EC1DB5"/>
    <w:rsid w:val="00EC2A6E"/>
    <w:rsid w:val="00EC401B"/>
    <w:rsid w:val="00EC51A1"/>
    <w:rsid w:val="00ED10DE"/>
    <w:rsid w:val="00ED1288"/>
    <w:rsid w:val="00ED12FC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32D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0F92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  <w:rsid w:val="05181DFF"/>
    <w:rsid w:val="0F266DDF"/>
    <w:rsid w:val="184334A9"/>
    <w:rsid w:val="1A0E09BF"/>
    <w:rsid w:val="1ADF3CF1"/>
    <w:rsid w:val="24360A51"/>
    <w:rsid w:val="267D3601"/>
    <w:rsid w:val="29A17EA8"/>
    <w:rsid w:val="2EFC6C68"/>
    <w:rsid w:val="38E605EF"/>
    <w:rsid w:val="3CB132F6"/>
    <w:rsid w:val="3CE32302"/>
    <w:rsid w:val="3D882ADF"/>
    <w:rsid w:val="401E5132"/>
    <w:rsid w:val="47430E5A"/>
    <w:rsid w:val="581B4DC6"/>
    <w:rsid w:val="624C3CF9"/>
    <w:rsid w:val="65A97C29"/>
    <w:rsid w:val="73945656"/>
    <w:rsid w:val="73A67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E735FB"/>
  <w15:docId w15:val="{2DA9E822-9B7C-4CBD-BBAB-EDECA6CA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 w:qFormat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 w:line="259" w:lineRule="auto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 w:line="259" w:lineRule="auto"/>
      <w:outlineLvl w:val="1"/>
    </w:pPr>
    <w:rPr>
      <w:rFonts w:ascii="Calibri" w:eastAsia="Malgun Gothic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 w:line="259" w:lineRule="auto"/>
      <w:outlineLvl w:val="2"/>
    </w:pPr>
    <w:rPr>
      <w:rFonts w:ascii="Calibri" w:eastAsia="Malgun Gothic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 w:line="259" w:lineRule="auto"/>
      <w:outlineLvl w:val="3"/>
    </w:pPr>
    <w:rPr>
      <w:rFonts w:ascii="Calibri" w:eastAsia="Malgun Gothic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pPr>
      <w:spacing w:after="160" w:line="259" w:lineRule="auto"/>
    </w:pPr>
    <w:rPr>
      <w:rFonts w:ascii="Calibri" w:eastAsia="Malgun Gothic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eastAsia="Malgun Gothic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pPr>
      <w:spacing w:after="160" w:line="259" w:lineRule="auto"/>
    </w:pPr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rocurement.gov.k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7F748053-FA26-4A1F-AACB-82FF326D1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Tamauea Taabwe</cp:lastModifiedBy>
  <cp:revision>2</cp:revision>
  <cp:lastPrinted>2020-09-10T03:34:00Z</cp:lastPrinted>
  <dcterms:created xsi:type="dcterms:W3CDTF">2024-09-03T23:51:00Z</dcterms:created>
  <dcterms:modified xsi:type="dcterms:W3CDTF">2024-09-03T23:51:00Z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1033-11.2.0.9665</vt:lpwstr>
  </property>
</Properties>
</file>